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BC" w:rsidRDefault="00E22188">
      <w:r>
        <w:rPr>
          <w:noProof/>
        </w:rPr>
        <w:drawing>
          <wp:inline distT="0" distB="0" distL="0" distR="0">
            <wp:extent cx="3657600" cy="3657600"/>
            <wp:effectExtent l="0" t="0" r="0" b="0"/>
            <wp:docPr id="1" name="Picture 1" descr="C:\Documents and Settings\slind\Local Settings\Temporary Internet Files\Content.IE5\0VVCPOST\MC90043982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lind\Local Settings\Temporary Internet Files\Content.IE5\0VVCPOST\MC900439824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3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88"/>
    <w:rsid w:val="00D938BC"/>
    <w:rsid w:val="00E2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5A8DAF62.dotm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Valey School District 51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1</cp:revision>
  <dcterms:created xsi:type="dcterms:W3CDTF">2011-01-07T21:31:00Z</dcterms:created>
  <dcterms:modified xsi:type="dcterms:W3CDTF">2011-01-07T21:33:00Z</dcterms:modified>
</cp:coreProperties>
</file>